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E76" w:rsidRDefault="001433D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5FEB21" wp14:editId="20CC48BA">
                <wp:simplePos x="0" y="0"/>
                <wp:positionH relativeFrom="column">
                  <wp:posOffset>-85725</wp:posOffset>
                </wp:positionH>
                <wp:positionV relativeFrom="paragraph">
                  <wp:posOffset>-914400</wp:posOffset>
                </wp:positionV>
                <wp:extent cx="4552950" cy="19431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433DD" w:rsidRPr="001433DD" w:rsidRDefault="001433DD" w:rsidP="001433DD">
                            <w:pPr>
                              <w:rPr>
                                <w:b/>
                                <w:sz w:val="96"/>
                                <w:szCs w:val="96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433DD">
                              <w:rPr>
                                <w:b/>
                                <w:sz w:val="96"/>
                                <w:szCs w:val="96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O</w:t>
                            </w:r>
                            <w:r w:rsidRPr="001433DD">
                              <w:rPr>
                                <w:b/>
                                <w:sz w:val="96"/>
                                <w:szCs w:val="96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cean hikua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-1in;width:358.5pt;height:15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" filled="f" stroked="f">
                <v:fill o:detectmouseclick="t"/>
                <v:textbox>
                  <w:txbxContent>
                    <w:p w:rsidR="001433DD" w:rsidRPr="001433DD" w:rsidRDefault="001433DD" w:rsidP="001433DD">
                      <w:pPr>
                        <w:rPr>
                          <w:b/>
                          <w:sz w:val="96"/>
                          <w:szCs w:val="96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433DD">
                        <w:rPr>
                          <w:b/>
                          <w:sz w:val="96"/>
                          <w:szCs w:val="96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O</w:t>
                      </w:r>
                      <w:r w:rsidRPr="001433DD">
                        <w:rPr>
                          <w:b/>
                          <w:sz w:val="96"/>
                          <w:szCs w:val="96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cean hikua </w:t>
                      </w:r>
                    </w:p>
                  </w:txbxContent>
                </v:textbox>
              </v:shape>
            </w:pict>
          </mc:Fallback>
        </mc:AlternateContent>
      </w:r>
      <w:r w:rsidRPr="001433DD">
        <w:drawing>
          <wp:anchor distT="0" distB="0" distL="114300" distR="114300" simplePos="0" relativeHeight="251658240" behindDoc="1" locked="0" layoutInCell="1" allowOverlap="1" wp14:anchorId="580EC516" wp14:editId="49ABBBB4">
            <wp:simplePos x="0" y="0"/>
            <wp:positionH relativeFrom="column">
              <wp:posOffset>-923925</wp:posOffset>
            </wp:positionH>
            <wp:positionV relativeFrom="paragraph">
              <wp:posOffset>-923925</wp:posOffset>
            </wp:positionV>
            <wp:extent cx="3149600" cy="1895475"/>
            <wp:effectExtent l="0" t="0" r="0" b="9525"/>
            <wp:wrapTight wrapText="bothSides">
              <wp:wrapPolygon edited="0">
                <wp:start x="0" y="0"/>
                <wp:lineTo x="0" y="21491"/>
                <wp:lineTo x="21426" y="21491"/>
                <wp:lineTo x="21426" y="0"/>
                <wp:lineTo x="0" y="0"/>
              </wp:wrapPolygon>
            </wp:wrapTight>
            <wp:docPr id="1" name="Picture 1" descr="http://latesthdwallpapers1.com/wp-content/uploads/2015/01/Tropical-Backgroun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atesthdwallpapers1.com/wp-content/uploads/2015/01/Tropical-Background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                                                                       </w:t>
      </w:r>
    </w:p>
    <w:p w:rsidR="001433DD" w:rsidRDefault="001433DD"/>
    <w:p w:rsidR="001433DD" w:rsidRDefault="001433DD"/>
    <w:p w:rsidR="001433DD" w:rsidRDefault="001433DD"/>
    <w:p w:rsidR="001433DD" w:rsidRDefault="001433DD"/>
    <w:p w:rsidR="001433DD" w:rsidRDefault="001433DD"/>
    <w:p w:rsidR="001433DD" w:rsidRDefault="00F03A7A" w:rsidP="001433DD">
      <w:pPr>
        <w:pStyle w:val="Subtitle"/>
        <w:rPr>
          <w:rStyle w:val="SubtleEmphasis"/>
          <w:sz w:val="40"/>
          <w:szCs w:val="40"/>
        </w:rPr>
      </w:pPr>
      <w:r>
        <w:rPr>
          <w:rStyle w:val="SubtleEmphasis"/>
          <w:sz w:val="40"/>
          <w:szCs w:val="40"/>
        </w:rPr>
        <w:t xml:space="preserve">Watching the waves crashing in </w:t>
      </w:r>
    </w:p>
    <w:p w:rsidR="00F03A7A" w:rsidRDefault="00F03A7A" w:rsidP="00F03A7A">
      <w:pPr>
        <w:rPr>
          <w:rStyle w:val="SubtleEmphasis"/>
          <w:sz w:val="40"/>
          <w:szCs w:val="40"/>
        </w:rPr>
      </w:pPr>
      <w:r>
        <w:rPr>
          <w:rStyle w:val="SubtleEmphasis"/>
          <w:sz w:val="40"/>
          <w:szCs w:val="40"/>
        </w:rPr>
        <w:t>Glazing at the shimering water loving the moment</w:t>
      </w:r>
    </w:p>
    <w:p w:rsidR="00F03A7A" w:rsidRPr="00F03A7A" w:rsidRDefault="00545211" w:rsidP="00F03A7A">
      <w:pPr>
        <w:rPr>
          <w:rStyle w:val="SubtleEmphasis"/>
          <w:sz w:val="40"/>
          <w:szCs w:val="40"/>
        </w:rPr>
      </w:pPr>
      <w:bookmarkStart w:id="0" w:name="_GoBack"/>
      <w:bookmarkEnd w:id="0"/>
      <w:r>
        <w:rPr>
          <w:rStyle w:val="SubtleEmphasis"/>
          <w:sz w:val="40"/>
          <w:szCs w:val="40"/>
        </w:rPr>
        <w:t>wating to do it again</w:t>
      </w:r>
    </w:p>
    <w:sectPr w:rsidR="00F03A7A" w:rsidRPr="00F03A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3DD"/>
    <w:rsid w:val="001433DD"/>
    <w:rsid w:val="00545211"/>
    <w:rsid w:val="00EB5E76"/>
    <w:rsid w:val="00F0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D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3D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433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1433DD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D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3D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433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1433DD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878F6-84EE-4C57-BFD7-30EFABAEB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8A4DB029</Template>
  <TotalTime>24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Waka Aranga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6e02</dc:creator>
  <cp:lastModifiedBy>6e02</cp:lastModifiedBy>
  <cp:revision>1</cp:revision>
  <dcterms:created xsi:type="dcterms:W3CDTF">2015-03-05T22:23:00Z</dcterms:created>
  <dcterms:modified xsi:type="dcterms:W3CDTF">2015-03-05T22:47:00Z</dcterms:modified>
</cp:coreProperties>
</file>